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9DE62" w14:textId="77777777" w:rsidR="00C47D23" w:rsidRPr="00E960BB" w:rsidRDefault="00C47D23" w:rsidP="00C47D2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374335"/>
      <w:bookmarkStart w:id="1" w:name="_Hlk57560237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852EB1" w14:textId="77777777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1075B10B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8F4A2E">
        <w:rPr>
          <w:rFonts w:ascii="Corbel" w:hAnsi="Corbel"/>
          <w:smallCaps/>
          <w:sz w:val="24"/>
          <w:szCs w:val="24"/>
        </w:rPr>
        <w:t>2022-2024</w:t>
      </w:r>
    </w:p>
    <w:p w14:paraId="43FC16B1" w14:textId="2305E896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287D1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8F4A2E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-202</w:t>
      </w:r>
      <w:r w:rsidR="008F4A2E">
        <w:rPr>
          <w:rFonts w:ascii="Corbel" w:hAnsi="Corbel"/>
          <w:sz w:val="20"/>
          <w:szCs w:val="20"/>
        </w:rPr>
        <w:t>4</w:t>
      </w:r>
    </w:p>
    <w:bookmarkEnd w:id="0"/>
    <w:bookmarkEnd w:id="1"/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8314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8314C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50DF6BB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87D1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29EC3493" w:rsidR="00423EB1" w:rsidRPr="009C54AE" w:rsidRDefault="00A14990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23E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5BB402D" w:rsidR="00423EB1" w:rsidRPr="009C54AE" w:rsidRDefault="00287D17" w:rsidP="00287D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5655167" w14:textId="2B99FA0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87D1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6CCFDE16" w:rsidR="00015B8F" w:rsidRPr="009C54AE" w:rsidRDefault="00A149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B48F93" w14:textId="77777777" w:rsidR="001648CC" w:rsidRDefault="001648C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1AC0BA" w14:textId="77777777" w:rsidR="00287D17" w:rsidRDefault="00287D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11A7FA15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315B5286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System zarządzania jakością zgodny z normami  ISO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45270F74" w:rsidR="0085747A" w:rsidRPr="009C54AE" w:rsidRDefault="00A14990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03F337FB" w:rsidR="00C61DC5" w:rsidRPr="009C54AE" w:rsidRDefault="00A14990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bookmarkStart w:id="5" w:name="_GoBack"/>
            <w:bookmarkEnd w:id="5"/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6F268952" w:rsidR="00A7691D" w:rsidRPr="00A7691D" w:rsidRDefault="00287D17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Wawak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podstawy, systemy i narz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ę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Helion,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2011.</w:t>
            </w:r>
          </w:p>
          <w:p w14:paraId="5137C691" w14:textId="7D300C60" w:rsidR="00A7691D" w:rsidRPr="009C54AE" w:rsidRDefault="00287D17" w:rsidP="00287D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standardy i zasady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Wyd. 2 zm.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WNT,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376A6C61" w:rsidR="00A7691D" w:rsidRPr="00A7691D" w:rsidRDefault="00287D17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Lisiecka,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-Gwiazda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dzia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ł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ń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organizacji: modele i metody doskonalenia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Katowice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2014.</w:t>
            </w:r>
          </w:p>
          <w:p w14:paraId="018DBFBE" w14:textId="42FA9A80" w:rsidR="00A7691D" w:rsidRPr="009C54AE" w:rsidRDefault="00287D17" w:rsidP="00287D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>Karaszewski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Skrzypczyńska,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Zarządzanie jakością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8A617" w14:textId="77777777" w:rsidR="00D43738" w:rsidRDefault="00D43738" w:rsidP="00C16ABF">
      <w:pPr>
        <w:spacing w:after="0" w:line="240" w:lineRule="auto"/>
      </w:pPr>
      <w:r>
        <w:separator/>
      </w:r>
    </w:p>
  </w:endnote>
  <w:endnote w:type="continuationSeparator" w:id="0">
    <w:p w14:paraId="587FCB9B" w14:textId="77777777" w:rsidR="00D43738" w:rsidRDefault="00D437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17942" w14:textId="77777777" w:rsidR="00D43738" w:rsidRDefault="00D43738" w:rsidP="00C16ABF">
      <w:pPr>
        <w:spacing w:after="0" w:line="240" w:lineRule="auto"/>
      </w:pPr>
      <w:r>
        <w:separator/>
      </w:r>
    </w:p>
  </w:footnote>
  <w:footnote w:type="continuationSeparator" w:id="0">
    <w:p w14:paraId="0E9FC968" w14:textId="77777777" w:rsidR="00D43738" w:rsidRDefault="00D43738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C19F5"/>
    <w:rsid w:val="001D657B"/>
    <w:rsid w:val="001D7B54"/>
    <w:rsid w:val="001E0209"/>
    <w:rsid w:val="001E19E2"/>
    <w:rsid w:val="001F2CA2"/>
    <w:rsid w:val="00201C83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D1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EC"/>
    <w:rsid w:val="004F1551"/>
    <w:rsid w:val="004F55A3"/>
    <w:rsid w:val="0050496F"/>
    <w:rsid w:val="00513B6F"/>
    <w:rsid w:val="00517C63"/>
    <w:rsid w:val="005228E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57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359"/>
    <w:rsid w:val="008C5363"/>
    <w:rsid w:val="008D3DFB"/>
    <w:rsid w:val="008E64F4"/>
    <w:rsid w:val="008F12C9"/>
    <w:rsid w:val="008F4A2E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99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3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412A8-7BA3-454D-A721-6583B6F2FF97}"/>
</file>

<file path=customXml/itemProps4.xml><?xml version="1.0" encoding="utf-8"?>
<ds:datastoreItem xmlns:ds="http://schemas.openxmlformats.org/officeDocument/2006/customXml" ds:itemID="{BA06DC94-E510-485F-877E-7A58CDE2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740</Words>
  <Characters>4440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2020-12-04T07:24:00Z</dcterms:created>
  <dcterms:modified xsi:type="dcterms:W3CDTF">2022-05-31T09:06:00Z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